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A85" w:rsidRPr="00FD3F8B" w:rsidRDefault="00F77A85">
      <w:pPr>
        <w:spacing w:line="560" w:lineRule="exact"/>
        <w:rPr>
          <w:rFonts w:ascii="黑体" w:eastAsia="黑体" w:hAnsi="黑体" w:cs="华文中宋"/>
          <w:color w:val="000000"/>
          <w:kern w:val="0"/>
          <w:sz w:val="28"/>
          <w:szCs w:val="28"/>
        </w:rPr>
      </w:pPr>
      <w:r w:rsidRPr="00FD3F8B">
        <w:rPr>
          <w:rFonts w:ascii="黑体" w:eastAsia="黑体" w:hAnsi="黑体" w:cs="华文中宋" w:hint="eastAsia"/>
          <w:color w:val="000000"/>
          <w:kern w:val="0"/>
          <w:sz w:val="28"/>
          <w:szCs w:val="28"/>
        </w:rPr>
        <w:t>附件</w:t>
      </w:r>
      <w:r w:rsidRPr="00FD3F8B">
        <w:rPr>
          <w:rFonts w:ascii="黑体" w:eastAsia="黑体" w:hAnsi="黑体" w:cs="华文中宋"/>
          <w:color w:val="000000"/>
          <w:kern w:val="0"/>
          <w:sz w:val="28"/>
          <w:szCs w:val="28"/>
        </w:rPr>
        <w:t>2</w:t>
      </w:r>
    </w:p>
    <w:p w:rsidR="00F77A85" w:rsidRPr="00120BD9" w:rsidRDefault="00F77A85">
      <w:pPr>
        <w:jc w:val="center"/>
        <w:rPr>
          <w:rFonts w:ascii="宋体" w:cs="华文中宋"/>
          <w:b/>
          <w:sz w:val="36"/>
          <w:szCs w:val="36"/>
        </w:rPr>
      </w:pPr>
      <w:r w:rsidRPr="00120BD9">
        <w:rPr>
          <w:rFonts w:ascii="宋体" w:hAnsi="宋体" w:cs="宋体"/>
          <w:b/>
          <w:color w:val="000000"/>
          <w:kern w:val="0"/>
          <w:sz w:val="36"/>
          <w:szCs w:val="36"/>
        </w:rPr>
        <w:t>202</w:t>
      </w:r>
      <w:r>
        <w:rPr>
          <w:rFonts w:ascii="宋体" w:hAnsi="宋体" w:cs="宋体"/>
          <w:b/>
          <w:color w:val="000000"/>
          <w:kern w:val="0"/>
          <w:sz w:val="36"/>
          <w:szCs w:val="36"/>
        </w:rPr>
        <w:t>2</w:t>
      </w:r>
      <w:r w:rsidRPr="00120BD9">
        <w:rPr>
          <w:rFonts w:ascii="宋体" w:hAnsi="宋体" w:cs="宋体" w:hint="eastAsia"/>
          <w:b/>
          <w:color w:val="000000"/>
          <w:kern w:val="0"/>
          <w:sz w:val="36"/>
          <w:szCs w:val="36"/>
        </w:rPr>
        <w:t>年泰州市</w:t>
      </w:r>
      <w:r w:rsidRPr="00120BD9">
        <w:rPr>
          <w:rFonts w:ascii="宋体" w:hAnsi="宋体" w:cs="华文中宋" w:hint="eastAsia"/>
          <w:b/>
          <w:sz w:val="36"/>
          <w:szCs w:val="36"/>
        </w:rPr>
        <w:t>教师资格认定体检指定医院一览表</w:t>
      </w:r>
    </w:p>
    <w:p w:rsidR="00F77A85" w:rsidRDefault="00F77A85">
      <w:pPr>
        <w:jc w:val="center"/>
        <w:rPr>
          <w:rFonts w:ascii="华文中宋" w:eastAsia="华文中宋" w:hAnsi="华文中宋" w:cs="华文中宋"/>
          <w:szCs w:val="21"/>
        </w:rPr>
      </w:pPr>
    </w:p>
    <w:tbl>
      <w:tblPr>
        <w:tblW w:w="8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22"/>
        <w:gridCol w:w="3108"/>
        <w:gridCol w:w="2294"/>
      </w:tblGrid>
      <w:tr w:rsidR="00F77A85" w:rsidTr="00B42B66">
        <w:trPr>
          <w:trHeight w:hRule="exact" w:val="1134"/>
          <w:jc w:val="center"/>
        </w:trPr>
        <w:tc>
          <w:tcPr>
            <w:tcW w:w="2922" w:type="dxa"/>
            <w:vAlign w:val="center"/>
          </w:tcPr>
          <w:p w:rsidR="00F77A85" w:rsidRPr="00B42B66" w:rsidRDefault="00F77A85" w:rsidP="00B42B66">
            <w:pPr>
              <w:jc w:val="center"/>
              <w:rPr>
                <w:rFonts w:ascii="黑体" w:eastAsia="黑体" w:hAnsi="黑体" w:cs="黑体"/>
              </w:rPr>
            </w:pPr>
            <w:r w:rsidRPr="00B42B66">
              <w:rPr>
                <w:rFonts w:ascii="黑体" w:eastAsia="黑体" w:hAnsi="黑体" w:cs="黑体" w:hint="eastAsia"/>
              </w:rPr>
              <w:t>医院名称</w:t>
            </w:r>
          </w:p>
        </w:tc>
        <w:tc>
          <w:tcPr>
            <w:tcW w:w="3108" w:type="dxa"/>
            <w:vAlign w:val="center"/>
          </w:tcPr>
          <w:p w:rsidR="00F77A85" w:rsidRPr="00B42B66" w:rsidRDefault="00F77A85" w:rsidP="00B42B66">
            <w:pPr>
              <w:jc w:val="center"/>
              <w:rPr>
                <w:rFonts w:ascii="黑体" w:eastAsia="黑体" w:hAnsi="黑体" w:cs="黑体"/>
              </w:rPr>
            </w:pPr>
            <w:r w:rsidRPr="00B42B66">
              <w:rPr>
                <w:rFonts w:ascii="黑体" w:eastAsia="黑体" w:hAnsi="黑体" w:cs="黑体" w:hint="eastAsia"/>
              </w:rPr>
              <w:t>医院地址</w:t>
            </w:r>
          </w:p>
        </w:tc>
        <w:tc>
          <w:tcPr>
            <w:tcW w:w="2294" w:type="dxa"/>
            <w:vAlign w:val="center"/>
          </w:tcPr>
          <w:p w:rsidR="00F77A85" w:rsidRPr="00B42B66" w:rsidRDefault="00F77A85" w:rsidP="00B42B66">
            <w:pPr>
              <w:jc w:val="center"/>
              <w:rPr>
                <w:rFonts w:ascii="黑体" w:eastAsia="黑体" w:hAnsi="黑体" w:cs="黑体"/>
              </w:rPr>
            </w:pPr>
            <w:r w:rsidRPr="00B42B66">
              <w:rPr>
                <w:rFonts w:ascii="黑体" w:eastAsia="黑体" w:hAnsi="黑体" w:cs="黑体" w:hint="eastAsia"/>
              </w:rPr>
              <w:t>联系电话</w:t>
            </w:r>
          </w:p>
        </w:tc>
      </w:tr>
      <w:tr w:rsidR="00F77A85" w:rsidTr="00B42B66">
        <w:trPr>
          <w:trHeight w:hRule="exact" w:val="1134"/>
          <w:jc w:val="center"/>
        </w:trPr>
        <w:tc>
          <w:tcPr>
            <w:tcW w:w="2922" w:type="dxa"/>
            <w:vAlign w:val="center"/>
          </w:tcPr>
          <w:p w:rsidR="00F77A85" w:rsidRDefault="00F77A85" w:rsidP="00B42B66">
            <w:pPr>
              <w:jc w:val="center"/>
            </w:pPr>
            <w:r>
              <w:rPr>
                <w:rFonts w:hint="eastAsia"/>
              </w:rPr>
              <w:t>泰州市第二人民医院</w:t>
            </w:r>
          </w:p>
        </w:tc>
        <w:tc>
          <w:tcPr>
            <w:tcW w:w="3108" w:type="dxa"/>
            <w:vAlign w:val="center"/>
          </w:tcPr>
          <w:p w:rsidR="00F77A85" w:rsidRDefault="00F77A85" w:rsidP="00B42B66">
            <w:pPr>
              <w:jc w:val="center"/>
            </w:pPr>
            <w:r>
              <w:rPr>
                <w:rFonts w:hint="eastAsia"/>
              </w:rPr>
              <w:t>泰州市姜堰区健康路</w:t>
            </w:r>
            <w:r>
              <w:t>27</w:t>
            </w:r>
            <w:r>
              <w:rPr>
                <w:rFonts w:hint="eastAsia"/>
              </w:rPr>
              <w:t>号</w:t>
            </w:r>
          </w:p>
        </w:tc>
        <w:tc>
          <w:tcPr>
            <w:tcW w:w="2294" w:type="dxa"/>
            <w:vAlign w:val="center"/>
          </w:tcPr>
          <w:p w:rsidR="00F77A85" w:rsidRDefault="00F77A85" w:rsidP="00B42B66">
            <w:pPr>
              <w:jc w:val="center"/>
            </w:pPr>
            <w:r>
              <w:t>88113500</w:t>
            </w:r>
          </w:p>
        </w:tc>
      </w:tr>
      <w:tr w:rsidR="00F77A85" w:rsidTr="00B42B66">
        <w:trPr>
          <w:trHeight w:hRule="exact" w:val="1134"/>
          <w:jc w:val="center"/>
        </w:trPr>
        <w:tc>
          <w:tcPr>
            <w:tcW w:w="2922" w:type="dxa"/>
            <w:vAlign w:val="center"/>
          </w:tcPr>
          <w:p w:rsidR="00F77A85" w:rsidRDefault="00F77A85" w:rsidP="00B42B66">
            <w:pPr>
              <w:jc w:val="center"/>
            </w:pPr>
            <w:r>
              <w:rPr>
                <w:rFonts w:hint="eastAsia"/>
              </w:rPr>
              <w:t>泰州市人民医院</w:t>
            </w:r>
          </w:p>
        </w:tc>
        <w:tc>
          <w:tcPr>
            <w:tcW w:w="3108" w:type="dxa"/>
            <w:vAlign w:val="center"/>
          </w:tcPr>
          <w:p w:rsidR="00F77A85" w:rsidRDefault="00F77A85" w:rsidP="00B42B66">
            <w:pPr>
              <w:jc w:val="center"/>
            </w:pPr>
            <w:r>
              <w:rPr>
                <w:rFonts w:hint="eastAsia"/>
              </w:rPr>
              <w:t>泰州市海陵区海陵路</w:t>
            </w:r>
            <w:r>
              <w:t>399</w:t>
            </w:r>
            <w:r>
              <w:rPr>
                <w:rFonts w:hint="eastAsia"/>
              </w:rPr>
              <w:t>号</w:t>
            </w:r>
          </w:p>
        </w:tc>
        <w:tc>
          <w:tcPr>
            <w:tcW w:w="2294" w:type="dxa"/>
            <w:vAlign w:val="center"/>
          </w:tcPr>
          <w:p w:rsidR="00F77A85" w:rsidRDefault="00F77A85" w:rsidP="00B42B66">
            <w:pPr>
              <w:jc w:val="center"/>
            </w:pPr>
            <w:r>
              <w:t>86606788</w:t>
            </w:r>
          </w:p>
        </w:tc>
      </w:tr>
      <w:tr w:rsidR="00F77A85" w:rsidTr="00B42B66">
        <w:trPr>
          <w:trHeight w:hRule="exact" w:val="1134"/>
          <w:jc w:val="center"/>
        </w:trPr>
        <w:tc>
          <w:tcPr>
            <w:tcW w:w="2922" w:type="dxa"/>
            <w:vAlign w:val="center"/>
          </w:tcPr>
          <w:p w:rsidR="00F77A85" w:rsidRDefault="00F77A85" w:rsidP="00B42B66">
            <w:pPr>
              <w:jc w:val="center"/>
            </w:pPr>
            <w:r>
              <w:rPr>
                <w:rFonts w:hint="eastAsia"/>
              </w:rPr>
              <w:t>泰州市中医院</w:t>
            </w:r>
          </w:p>
        </w:tc>
        <w:tc>
          <w:tcPr>
            <w:tcW w:w="3108" w:type="dxa"/>
            <w:vAlign w:val="center"/>
          </w:tcPr>
          <w:p w:rsidR="00F77A85" w:rsidRDefault="00F77A85" w:rsidP="00B42B66">
            <w:pPr>
              <w:jc w:val="center"/>
            </w:pPr>
            <w:r>
              <w:rPr>
                <w:rFonts w:hint="eastAsia"/>
              </w:rPr>
              <w:t>泰州市海陵区济川东路</w:t>
            </w:r>
            <w:r>
              <w:t>86</w:t>
            </w:r>
            <w:r>
              <w:rPr>
                <w:rFonts w:hint="eastAsia"/>
              </w:rPr>
              <w:t>号</w:t>
            </w:r>
          </w:p>
          <w:p w:rsidR="00F77A85" w:rsidRDefault="00F77A85" w:rsidP="00B42B66">
            <w:pPr>
              <w:jc w:val="center"/>
            </w:pPr>
            <w:r>
              <w:rPr>
                <w:rFonts w:hint="eastAsia"/>
              </w:rPr>
              <w:t>（高架桥下）</w:t>
            </w:r>
          </w:p>
        </w:tc>
        <w:tc>
          <w:tcPr>
            <w:tcW w:w="2294" w:type="dxa"/>
            <w:vAlign w:val="center"/>
          </w:tcPr>
          <w:p w:rsidR="00F77A85" w:rsidRDefault="00F77A85" w:rsidP="00B42B66">
            <w:pPr>
              <w:jc w:val="center"/>
            </w:pPr>
            <w:r>
              <w:t>86611907</w:t>
            </w:r>
          </w:p>
        </w:tc>
      </w:tr>
      <w:tr w:rsidR="00F77A85" w:rsidTr="00B42B66">
        <w:trPr>
          <w:trHeight w:hRule="exact" w:val="1134"/>
          <w:jc w:val="center"/>
        </w:trPr>
        <w:tc>
          <w:tcPr>
            <w:tcW w:w="2922" w:type="dxa"/>
            <w:vAlign w:val="center"/>
          </w:tcPr>
          <w:p w:rsidR="00F77A85" w:rsidRDefault="00F77A85" w:rsidP="00B42B66">
            <w:pPr>
              <w:jc w:val="center"/>
            </w:pPr>
            <w:r>
              <w:rPr>
                <w:rFonts w:hint="eastAsia"/>
              </w:rPr>
              <w:t>泰州市第四人民医院</w:t>
            </w:r>
          </w:p>
        </w:tc>
        <w:tc>
          <w:tcPr>
            <w:tcW w:w="3108" w:type="dxa"/>
            <w:vAlign w:val="center"/>
          </w:tcPr>
          <w:p w:rsidR="00F77A85" w:rsidRDefault="00F77A85" w:rsidP="00B42B66">
            <w:pPr>
              <w:jc w:val="center"/>
            </w:pPr>
            <w:r>
              <w:rPr>
                <w:rFonts w:hint="eastAsia"/>
              </w:rPr>
              <w:t>泰州市海陵区鼓楼北路</w:t>
            </w:r>
            <w:r>
              <w:t>99</w:t>
            </w:r>
            <w:r>
              <w:rPr>
                <w:rFonts w:hint="eastAsia"/>
              </w:rPr>
              <w:t>号</w:t>
            </w:r>
            <w:r>
              <w:t xml:space="preserve"> </w:t>
            </w:r>
          </w:p>
          <w:p w:rsidR="00F77A85" w:rsidRDefault="00F77A85" w:rsidP="00B42B66">
            <w:pPr>
              <w:jc w:val="center"/>
            </w:pPr>
            <w:r>
              <w:rPr>
                <w:rFonts w:hint="eastAsia"/>
              </w:rPr>
              <w:t>门诊五楼体检中心</w:t>
            </w:r>
          </w:p>
        </w:tc>
        <w:tc>
          <w:tcPr>
            <w:tcW w:w="2294" w:type="dxa"/>
            <w:vAlign w:val="center"/>
          </w:tcPr>
          <w:p w:rsidR="00F77A85" w:rsidRDefault="00F77A85" w:rsidP="00B42B66">
            <w:pPr>
              <w:jc w:val="center"/>
            </w:pPr>
            <w:r>
              <w:t>80185329</w:t>
            </w:r>
          </w:p>
        </w:tc>
      </w:tr>
      <w:tr w:rsidR="00F77A85" w:rsidTr="00B42B66">
        <w:trPr>
          <w:trHeight w:hRule="exact" w:val="1134"/>
          <w:jc w:val="center"/>
        </w:trPr>
        <w:tc>
          <w:tcPr>
            <w:tcW w:w="2922" w:type="dxa"/>
            <w:vAlign w:val="center"/>
          </w:tcPr>
          <w:p w:rsidR="00F77A85" w:rsidRDefault="00F77A85" w:rsidP="00B42B66">
            <w:pPr>
              <w:jc w:val="center"/>
            </w:pPr>
            <w:r>
              <w:rPr>
                <w:rFonts w:hint="eastAsia"/>
              </w:rPr>
              <w:t>泰州市中西医结合医院</w:t>
            </w:r>
          </w:p>
        </w:tc>
        <w:tc>
          <w:tcPr>
            <w:tcW w:w="3108" w:type="dxa"/>
            <w:vAlign w:val="center"/>
          </w:tcPr>
          <w:p w:rsidR="00F77A85" w:rsidRDefault="00F77A85" w:rsidP="00B42B66">
            <w:pPr>
              <w:jc w:val="center"/>
            </w:pPr>
            <w:r>
              <w:rPr>
                <w:rFonts w:hint="eastAsia"/>
              </w:rPr>
              <w:t>泰州市江州南路</w:t>
            </w:r>
            <w:r>
              <w:t>111</w:t>
            </w:r>
            <w:r>
              <w:rPr>
                <w:rFonts w:hint="eastAsia"/>
              </w:rPr>
              <w:t>号</w:t>
            </w:r>
          </w:p>
        </w:tc>
        <w:tc>
          <w:tcPr>
            <w:tcW w:w="2294" w:type="dxa"/>
            <w:vAlign w:val="center"/>
          </w:tcPr>
          <w:p w:rsidR="00F77A85" w:rsidRDefault="00F77A85" w:rsidP="00B42B66">
            <w:pPr>
              <w:jc w:val="center"/>
            </w:pPr>
            <w:r>
              <w:t>13852866800</w:t>
            </w:r>
          </w:p>
        </w:tc>
      </w:tr>
      <w:tr w:rsidR="00F77A85" w:rsidTr="00B42B66">
        <w:trPr>
          <w:trHeight w:hRule="exact" w:val="1134"/>
          <w:jc w:val="center"/>
        </w:trPr>
        <w:tc>
          <w:tcPr>
            <w:tcW w:w="2922" w:type="dxa"/>
            <w:vAlign w:val="center"/>
          </w:tcPr>
          <w:p w:rsidR="00F77A85" w:rsidRPr="005367F9" w:rsidRDefault="00F77A85" w:rsidP="00B42B66">
            <w:pPr>
              <w:jc w:val="center"/>
            </w:pPr>
            <w:r w:rsidRPr="005367F9">
              <w:rPr>
                <w:rFonts w:hint="eastAsia"/>
              </w:rPr>
              <w:t>泰州市第三人民医院</w:t>
            </w:r>
          </w:p>
        </w:tc>
        <w:tc>
          <w:tcPr>
            <w:tcW w:w="3108" w:type="dxa"/>
            <w:vAlign w:val="center"/>
          </w:tcPr>
          <w:p w:rsidR="00F77A85" w:rsidRDefault="00F77A85" w:rsidP="00B42B66">
            <w:pPr>
              <w:jc w:val="center"/>
            </w:pPr>
            <w:r w:rsidRPr="005367F9">
              <w:rPr>
                <w:rFonts w:hint="eastAsia"/>
              </w:rPr>
              <w:t>泰州市高港区春港路</w:t>
            </w:r>
            <w:r w:rsidRPr="005367F9">
              <w:t>98</w:t>
            </w:r>
            <w:r w:rsidRPr="005367F9">
              <w:rPr>
                <w:rFonts w:hint="eastAsia"/>
              </w:rPr>
              <w:t>号门诊二楼体检中心</w:t>
            </w:r>
          </w:p>
        </w:tc>
        <w:tc>
          <w:tcPr>
            <w:tcW w:w="2294" w:type="dxa"/>
            <w:vAlign w:val="center"/>
          </w:tcPr>
          <w:p w:rsidR="00F77A85" w:rsidRDefault="00F77A85" w:rsidP="00B42B66">
            <w:pPr>
              <w:jc w:val="center"/>
            </w:pPr>
            <w:r w:rsidRPr="005367F9">
              <w:t>13016733084</w:t>
            </w:r>
          </w:p>
        </w:tc>
      </w:tr>
      <w:tr w:rsidR="00F77A85" w:rsidTr="00B42B66">
        <w:trPr>
          <w:trHeight w:hRule="exact" w:val="1134"/>
          <w:jc w:val="center"/>
        </w:trPr>
        <w:tc>
          <w:tcPr>
            <w:tcW w:w="2922" w:type="dxa"/>
            <w:vAlign w:val="center"/>
          </w:tcPr>
          <w:p w:rsidR="00F77A85" w:rsidRDefault="00F77A85" w:rsidP="00B42B66">
            <w:pPr>
              <w:jc w:val="center"/>
            </w:pPr>
            <w:r>
              <w:rPr>
                <w:rFonts w:hint="eastAsia"/>
              </w:rPr>
              <w:t>兴化市人民医院</w:t>
            </w:r>
          </w:p>
        </w:tc>
        <w:tc>
          <w:tcPr>
            <w:tcW w:w="3108" w:type="dxa"/>
            <w:vAlign w:val="center"/>
          </w:tcPr>
          <w:p w:rsidR="00F77A85" w:rsidRDefault="00F77A85" w:rsidP="00B42B66">
            <w:pPr>
              <w:jc w:val="center"/>
            </w:pPr>
            <w:r>
              <w:rPr>
                <w:rFonts w:hint="eastAsia"/>
              </w:rPr>
              <w:t>兴化市英武南路</w:t>
            </w:r>
            <w:r>
              <w:t>419</w:t>
            </w:r>
            <w:r>
              <w:rPr>
                <w:rFonts w:hint="eastAsia"/>
              </w:rPr>
              <w:t>号</w:t>
            </w:r>
          </w:p>
          <w:p w:rsidR="00F77A85" w:rsidRDefault="00F77A85" w:rsidP="00B42B66">
            <w:pPr>
              <w:jc w:val="center"/>
            </w:pPr>
            <w:r>
              <w:rPr>
                <w:rFonts w:hint="eastAsia"/>
              </w:rPr>
              <w:t>门诊三楼体检中心</w:t>
            </w:r>
          </w:p>
        </w:tc>
        <w:tc>
          <w:tcPr>
            <w:tcW w:w="2294" w:type="dxa"/>
            <w:vAlign w:val="center"/>
          </w:tcPr>
          <w:p w:rsidR="00F77A85" w:rsidRDefault="00F77A85" w:rsidP="00B42B66">
            <w:pPr>
              <w:jc w:val="center"/>
            </w:pPr>
            <w:r>
              <w:t>80260056</w:t>
            </w:r>
          </w:p>
        </w:tc>
      </w:tr>
      <w:tr w:rsidR="00F77A85" w:rsidTr="00B42B66">
        <w:trPr>
          <w:trHeight w:hRule="exact" w:val="1134"/>
          <w:jc w:val="center"/>
        </w:trPr>
        <w:tc>
          <w:tcPr>
            <w:tcW w:w="2922" w:type="dxa"/>
            <w:vAlign w:val="center"/>
          </w:tcPr>
          <w:p w:rsidR="00F77A85" w:rsidRDefault="00F77A85" w:rsidP="00B42B66">
            <w:pPr>
              <w:jc w:val="center"/>
            </w:pPr>
            <w:r>
              <w:t>  </w:t>
            </w:r>
            <w:r>
              <w:rPr>
                <w:rFonts w:hint="eastAsia"/>
              </w:rPr>
              <w:t>泰兴市人民医院</w:t>
            </w:r>
          </w:p>
        </w:tc>
        <w:tc>
          <w:tcPr>
            <w:tcW w:w="3108" w:type="dxa"/>
            <w:vAlign w:val="center"/>
          </w:tcPr>
          <w:p w:rsidR="00F77A85" w:rsidRDefault="00F77A85" w:rsidP="00B42B66">
            <w:pPr>
              <w:jc w:val="center"/>
            </w:pPr>
            <w:r>
              <w:rPr>
                <w:rFonts w:hint="eastAsia"/>
              </w:rPr>
              <w:t>泰兴市人民医院润泰路院区</w:t>
            </w:r>
          </w:p>
          <w:p w:rsidR="00F77A85" w:rsidRDefault="00F77A85" w:rsidP="00B42B66">
            <w:pPr>
              <w:jc w:val="center"/>
            </w:pPr>
            <w:r>
              <w:rPr>
                <w:rFonts w:hint="eastAsia"/>
              </w:rPr>
              <w:t>（润泰路</w:t>
            </w:r>
            <w:r>
              <w:t>98</w:t>
            </w:r>
            <w:r>
              <w:rPr>
                <w:rFonts w:hint="eastAsia"/>
              </w:rPr>
              <w:t>号）</w:t>
            </w:r>
          </w:p>
          <w:p w:rsidR="00F77A85" w:rsidRDefault="00F77A85" w:rsidP="00B42B66">
            <w:pPr>
              <w:jc w:val="center"/>
            </w:pPr>
            <w:r>
              <w:rPr>
                <w:rFonts w:hint="eastAsia"/>
              </w:rPr>
              <w:t>门诊四楼健康管理中心</w:t>
            </w:r>
          </w:p>
        </w:tc>
        <w:tc>
          <w:tcPr>
            <w:tcW w:w="2294" w:type="dxa"/>
            <w:vAlign w:val="center"/>
          </w:tcPr>
          <w:p w:rsidR="00F77A85" w:rsidRDefault="00F77A85" w:rsidP="00B42B66">
            <w:pPr>
              <w:jc w:val="center"/>
            </w:pPr>
            <w:r>
              <w:t>87026028</w:t>
            </w:r>
          </w:p>
        </w:tc>
      </w:tr>
      <w:tr w:rsidR="00F77A85" w:rsidTr="00B42B66">
        <w:trPr>
          <w:trHeight w:hRule="exact" w:val="1134"/>
          <w:jc w:val="center"/>
        </w:trPr>
        <w:tc>
          <w:tcPr>
            <w:tcW w:w="2922" w:type="dxa"/>
            <w:vAlign w:val="center"/>
          </w:tcPr>
          <w:p w:rsidR="00F77A85" w:rsidRDefault="00F77A85" w:rsidP="00B42B66">
            <w:pPr>
              <w:jc w:val="center"/>
            </w:pPr>
            <w:r>
              <w:rPr>
                <w:rFonts w:hint="eastAsia"/>
              </w:rPr>
              <w:t>靖江市人民医院</w:t>
            </w:r>
          </w:p>
        </w:tc>
        <w:tc>
          <w:tcPr>
            <w:tcW w:w="3108" w:type="dxa"/>
            <w:vAlign w:val="center"/>
          </w:tcPr>
          <w:p w:rsidR="00F77A85" w:rsidRDefault="00F77A85" w:rsidP="00B42B66">
            <w:pPr>
              <w:jc w:val="center"/>
            </w:pPr>
            <w:r>
              <w:rPr>
                <w:rFonts w:hint="eastAsia"/>
              </w:rPr>
              <w:t>靖江市中洲东路</w:t>
            </w:r>
            <w:r>
              <w:t>28</w:t>
            </w:r>
            <w:r>
              <w:rPr>
                <w:rFonts w:hint="eastAsia"/>
              </w:rPr>
              <w:t>号</w:t>
            </w:r>
            <w:r>
              <w:t xml:space="preserve"> </w:t>
            </w:r>
          </w:p>
          <w:p w:rsidR="00F77A85" w:rsidRDefault="00F77A85" w:rsidP="00B42B66">
            <w:pPr>
              <w:jc w:val="center"/>
            </w:pPr>
            <w:r>
              <w:rPr>
                <w:rFonts w:hint="eastAsia"/>
              </w:rPr>
              <w:t>医院东南角</w:t>
            </w:r>
            <w:r>
              <w:t>10</w:t>
            </w:r>
            <w:r>
              <w:rPr>
                <w:rFonts w:hint="eastAsia"/>
              </w:rPr>
              <w:t>号楼健康管理中心</w:t>
            </w:r>
          </w:p>
        </w:tc>
        <w:tc>
          <w:tcPr>
            <w:tcW w:w="2294" w:type="dxa"/>
            <w:vAlign w:val="center"/>
          </w:tcPr>
          <w:p w:rsidR="00F77A85" w:rsidRDefault="00F77A85" w:rsidP="00B42B66">
            <w:pPr>
              <w:jc w:val="center"/>
            </w:pPr>
            <w:r>
              <w:t>84995160</w:t>
            </w:r>
          </w:p>
        </w:tc>
      </w:tr>
    </w:tbl>
    <w:p w:rsidR="00F77A85" w:rsidRDefault="00F77A85">
      <w:pPr>
        <w:spacing w:line="560" w:lineRule="exact"/>
        <w:rPr>
          <w:rFonts w:ascii="仿宋_GB2312" w:eastAsia="仿宋_GB2312" w:hAnsi="仿宋" w:cs="宋体"/>
          <w:color w:val="000000"/>
          <w:kern w:val="0"/>
          <w:szCs w:val="21"/>
        </w:rPr>
      </w:pPr>
    </w:p>
    <w:p w:rsidR="00F77A85" w:rsidRDefault="00F77A85">
      <w:pPr>
        <w:widowControl/>
        <w:tabs>
          <w:tab w:val="left" w:pos="1935"/>
          <w:tab w:val="center" w:pos="4230"/>
        </w:tabs>
        <w:spacing w:line="460" w:lineRule="exact"/>
        <w:jc w:val="left"/>
        <w:rPr>
          <w:rFonts w:ascii="华文中宋" w:eastAsia="华文中宋" w:hAnsi="华文中宋" w:cs="宋体"/>
          <w:bCs/>
          <w:color w:val="000000"/>
          <w:kern w:val="0"/>
          <w:sz w:val="28"/>
          <w:szCs w:val="28"/>
        </w:rPr>
      </w:pPr>
    </w:p>
    <w:sectPr w:rsidR="00F77A85" w:rsidSect="0015702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86F29C7"/>
    <w:rsid w:val="00120BD9"/>
    <w:rsid w:val="00157020"/>
    <w:rsid w:val="001F0CFF"/>
    <w:rsid w:val="002A5ACD"/>
    <w:rsid w:val="002D2846"/>
    <w:rsid w:val="002F2D21"/>
    <w:rsid w:val="003945C5"/>
    <w:rsid w:val="004443D4"/>
    <w:rsid w:val="00446CF1"/>
    <w:rsid w:val="0047740C"/>
    <w:rsid w:val="004E7C1E"/>
    <w:rsid w:val="00523194"/>
    <w:rsid w:val="005367F9"/>
    <w:rsid w:val="005569FD"/>
    <w:rsid w:val="00622890"/>
    <w:rsid w:val="00880691"/>
    <w:rsid w:val="008918AD"/>
    <w:rsid w:val="008A2DF6"/>
    <w:rsid w:val="009B4700"/>
    <w:rsid w:val="009D19C2"/>
    <w:rsid w:val="00AA5304"/>
    <w:rsid w:val="00AB06CC"/>
    <w:rsid w:val="00AC25E7"/>
    <w:rsid w:val="00B1239E"/>
    <w:rsid w:val="00B42B66"/>
    <w:rsid w:val="00BE3597"/>
    <w:rsid w:val="00C81E18"/>
    <w:rsid w:val="00C873C0"/>
    <w:rsid w:val="00D6162F"/>
    <w:rsid w:val="00F32A98"/>
    <w:rsid w:val="00F77A85"/>
    <w:rsid w:val="00F80B1C"/>
    <w:rsid w:val="00FD3F8B"/>
    <w:rsid w:val="0171049C"/>
    <w:rsid w:val="019E33DE"/>
    <w:rsid w:val="047F44E8"/>
    <w:rsid w:val="05132E01"/>
    <w:rsid w:val="0564452F"/>
    <w:rsid w:val="058D7D42"/>
    <w:rsid w:val="06E1500A"/>
    <w:rsid w:val="074E1BF6"/>
    <w:rsid w:val="07C10E94"/>
    <w:rsid w:val="07E62AE8"/>
    <w:rsid w:val="0A25679F"/>
    <w:rsid w:val="0D760ABE"/>
    <w:rsid w:val="0D896E30"/>
    <w:rsid w:val="0DB45284"/>
    <w:rsid w:val="0E725B80"/>
    <w:rsid w:val="0F3A1AA1"/>
    <w:rsid w:val="0F4B4937"/>
    <w:rsid w:val="0F987C33"/>
    <w:rsid w:val="0FE46B63"/>
    <w:rsid w:val="11713DB4"/>
    <w:rsid w:val="12F10533"/>
    <w:rsid w:val="14174B91"/>
    <w:rsid w:val="147B543B"/>
    <w:rsid w:val="14A271A5"/>
    <w:rsid w:val="168876D0"/>
    <w:rsid w:val="171561F7"/>
    <w:rsid w:val="175E3AD1"/>
    <w:rsid w:val="17FA13D9"/>
    <w:rsid w:val="18547205"/>
    <w:rsid w:val="18637E9A"/>
    <w:rsid w:val="18EB6FBD"/>
    <w:rsid w:val="1B8C04F8"/>
    <w:rsid w:val="1C1061EC"/>
    <w:rsid w:val="1CF13A5F"/>
    <w:rsid w:val="1CFF0FAF"/>
    <w:rsid w:val="1D6843D4"/>
    <w:rsid w:val="1D723664"/>
    <w:rsid w:val="1DE94DC6"/>
    <w:rsid w:val="1DFF2F55"/>
    <w:rsid w:val="1E552D60"/>
    <w:rsid w:val="1F45537F"/>
    <w:rsid w:val="21BA3FF1"/>
    <w:rsid w:val="2316462E"/>
    <w:rsid w:val="231E382D"/>
    <w:rsid w:val="23FE6185"/>
    <w:rsid w:val="27137ED9"/>
    <w:rsid w:val="28AE34E6"/>
    <w:rsid w:val="28E95091"/>
    <w:rsid w:val="2A8C3EED"/>
    <w:rsid w:val="2DEC144E"/>
    <w:rsid w:val="2E0A5F39"/>
    <w:rsid w:val="2E67696D"/>
    <w:rsid w:val="2EF56B5B"/>
    <w:rsid w:val="30DB119C"/>
    <w:rsid w:val="31E13C9E"/>
    <w:rsid w:val="3233350A"/>
    <w:rsid w:val="323F1355"/>
    <w:rsid w:val="32BB743D"/>
    <w:rsid w:val="34683D0F"/>
    <w:rsid w:val="35FA4A31"/>
    <w:rsid w:val="36350D89"/>
    <w:rsid w:val="36B04E08"/>
    <w:rsid w:val="372A2A16"/>
    <w:rsid w:val="390B7043"/>
    <w:rsid w:val="3A7543A0"/>
    <w:rsid w:val="3AF23F55"/>
    <w:rsid w:val="3AFE299C"/>
    <w:rsid w:val="3BA37027"/>
    <w:rsid w:val="3C7D631A"/>
    <w:rsid w:val="3D645CB2"/>
    <w:rsid w:val="3DB82675"/>
    <w:rsid w:val="3EBA332E"/>
    <w:rsid w:val="3F9F3804"/>
    <w:rsid w:val="409E2DAA"/>
    <w:rsid w:val="419A4AAE"/>
    <w:rsid w:val="41FF67D3"/>
    <w:rsid w:val="421E5947"/>
    <w:rsid w:val="4282111E"/>
    <w:rsid w:val="43B2557A"/>
    <w:rsid w:val="43DC0F39"/>
    <w:rsid w:val="44BF06DE"/>
    <w:rsid w:val="452B4ABD"/>
    <w:rsid w:val="46F54ECD"/>
    <w:rsid w:val="473A747D"/>
    <w:rsid w:val="48767B23"/>
    <w:rsid w:val="48D86B80"/>
    <w:rsid w:val="49200A4B"/>
    <w:rsid w:val="49AA22F2"/>
    <w:rsid w:val="49D32AB6"/>
    <w:rsid w:val="49F05B97"/>
    <w:rsid w:val="4C674D73"/>
    <w:rsid w:val="4FE005D9"/>
    <w:rsid w:val="504A77FB"/>
    <w:rsid w:val="505765D3"/>
    <w:rsid w:val="506477A9"/>
    <w:rsid w:val="50924F45"/>
    <w:rsid w:val="52D73342"/>
    <w:rsid w:val="52F473E7"/>
    <w:rsid w:val="53C43A92"/>
    <w:rsid w:val="540977E0"/>
    <w:rsid w:val="54983422"/>
    <w:rsid w:val="55046BAB"/>
    <w:rsid w:val="554F348D"/>
    <w:rsid w:val="56DA5A62"/>
    <w:rsid w:val="57E427B2"/>
    <w:rsid w:val="597C5647"/>
    <w:rsid w:val="5A4C4ED8"/>
    <w:rsid w:val="5AF144E6"/>
    <w:rsid w:val="5C0A2A69"/>
    <w:rsid w:val="5DAF35A0"/>
    <w:rsid w:val="5DD80574"/>
    <w:rsid w:val="5E5D1640"/>
    <w:rsid w:val="5E6A46F9"/>
    <w:rsid w:val="5E9F28E6"/>
    <w:rsid w:val="609E4AF9"/>
    <w:rsid w:val="62FC2216"/>
    <w:rsid w:val="635E57E9"/>
    <w:rsid w:val="639D0DD7"/>
    <w:rsid w:val="63A305EB"/>
    <w:rsid w:val="65066813"/>
    <w:rsid w:val="661D4D11"/>
    <w:rsid w:val="662707E2"/>
    <w:rsid w:val="664677E6"/>
    <w:rsid w:val="66DC52BA"/>
    <w:rsid w:val="66EF1E6C"/>
    <w:rsid w:val="686F29C7"/>
    <w:rsid w:val="68B80A8D"/>
    <w:rsid w:val="6B0354FC"/>
    <w:rsid w:val="6B545FEB"/>
    <w:rsid w:val="6CC0502F"/>
    <w:rsid w:val="6CD94329"/>
    <w:rsid w:val="6E151BDB"/>
    <w:rsid w:val="6F455E54"/>
    <w:rsid w:val="6F7823D7"/>
    <w:rsid w:val="6FB25138"/>
    <w:rsid w:val="702C41CE"/>
    <w:rsid w:val="70871867"/>
    <w:rsid w:val="70BF1D2A"/>
    <w:rsid w:val="70E65EEF"/>
    <w:rsid w:val="71BA49D5"/>
    <w:rsid w:val="726D7C99"/>
    <w:rsid w:val="72720307"/>
    <w:rsid w:val="7286465F"/>
    <w:rsid w:val="736C6329"/>
    <w:rsid w:val="760A6C6C"/>
    <w:rsid w:val="762B2112"/>
    <w:rsid w:val="76840608"/>
    <w:rsid w:val="76987846"/>
    <w:rsid w:val="78CB2760"/>
    <w:rsid w:val="78EC3650"/>
    <w:rsid w:val="79693F11"/>
    <w:rsid w:val="79D4404D"/>
    <w:rsid w:val="7B285D46"/>
    <w:rsid w:val="7D7E37EE"/>
    <w:rsid w:val="7D9143A2"/>
    <w:rsid w:val="7DC77F90"/>
    <w:rsid w:val="7EA42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020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157020"/>
    <w:rPr>
      <w:rFonts w:ascii="宋体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F0CFF"/>
    <w:rPr>
      <w:rFonts w:ascii="宋体" w:hAnsi="Courier New" w:cs="Courier New"/>
      <w:sz w:val="21"/>
      <w:szCs w:val="21"/>
    </w:rPr>
  </w:style>
  <w:style w:type="paragraph" w:styleId="Footer">
    <w:name w:val="footer"/>
    <w:basedOn w:val="Normal"/>
    <w:link w:val="FooterChar"/>
    <w:uiPriority w:val="99"/>
    <w:rsid w:val="0015702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F0CFF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15702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F0CFF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157020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61</Words>
  <Characters>351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2020年兴化市面向社会中小学教师资格认定公告</dc:title>
  <dc:subject/>
  <dc:creator>红鲤鱼与绿鲤鱼与驴</dc:creator>
  <cp:keywords/>
  <dc:description/>
  <cp:lastModifiedBy>王昊</cp:lastModifiedBy>
  <cp:revision>7</cp:revision>
  <cp:lastPrinted>2020-06-29T08:43:00Z</cp:lastPrinted>
  <dcterms:created xsi:type="dcterms:W3CDTF">2020-06-18T02:23:00Z</dcterms:created>
  <dcterms:modified xsi:type="dcterms:W3CDTF">2022-04-14T09:38:00Z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